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95D0E" w14:textId="17FA00C3" w:rsidR="00B67D39" w:rsidRDefault="000D24FD" w:rsidP="00507295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5DF687AE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374FBE27" w14:textId="729244BE" w:rsidR="00A62B4C" w:rsidRDefault="000D24FD" w:rsidP="0050729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706424D5" w14:textId="77777777" w:rsidR="00507295" w:rsidRPr="00507295" w:rsidRDefault="00507295" w:rsidP="0050729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1CC2DC0D" w14:textId="07D506BF" w:rsidR="000D24FD" w:rsidRDefault="000D24FD" w:rsidP="00507295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bookmarkStart w:id="6" w:name="_Hlk214880326"/>
      <w:r w:rsidR="007F10AE" w:rsidRPr="00B80C24">
        <w:rPr>
          <w:rFonts w:cstheme="minorHAnsi"/>
          <w:b/>
        </w:rPr>
        <w:t>POST/DYS/OB/GZ/0419</w:t>
      </w:r>
      <w:r w:rsidR="000B7299">
        <w:rPr>
          <w:rFonts w:cstheme="minorHAnsi"/>
          <w:b/>
        </w:rPr>
        <w:t>0</w:t>
      </w:r>
      <w:r w:rsidR="007F10AE" w:rsidRPr="00B80C24">
        <w:rPr>
          <w:rFonts w:cstheme="minorHAnsi"/>
          <w:b/>
        </w:rPr>
        <w:t>/2025</w:t>
      </w:r>
      <w:r w:rsidR="007F10AE">
        <w:rPr>
          <w:rFonts w:cstheme="minorHAnsi"/>
          <w:b/>
        </w:rPr>
        <w:t xml:space="preserve"> </w:t>
      </w:r>
      <w:bookmarkEnd w:id="6"/>
      <w:r w:rsidRPr="000D24FD">
        <w:rPr>
          <w:rFonts w:cstheme="minorHAnsi"/>
          <w:lang w:eastAsia="pl-PL"/>
        </w:rPr>
        <w:t xml:space="preserve">prowadzonym w trybie przetargu nieograniczonego pn. </w:t>
      </w:r>
      <w:r w:rsidR="000B7299" w:rsidRPr="00360CD2">
        <w:rPr>
          <w:rFonts w:cstheme="minorHAnsi"/>
          <w:b/>
        </w:rPr>
        <w:t>Przebudowa linii SN RPZ SUW-Płociczno od ST Gawrych Ruda1210 - dokumentacja 18/5/22 wraz z kartą aktualizacji na terenie działalności PGE Dystrybucja S.A. Oddział Białystok</w:t>
      </w:r>
      <w:r w:rsidRPr="000D24FD">
        <w:rPr>
          <w:rFonts w:cstheme="minorHAnsi"/>
          <w:b/>
        </w:rPr>
        <w:t xml:space="preserve">, </w:t>
      </w:r>
      <w:r w:rsidRPr="00F47ABB">
        <w:rPr>
          <w:rFonts w:cstheme="minorHAnsi"/>
          <w:lang w:eastAsia="pl-PL"/>
        </w:rPr>
        <w:t xml:space="preserve">oświadczamy, </w:t>
      </w:r>
      <w:r w:rsidRPr="00F47ABB">
        <w:rPr>
          <w:rFonts w:cstheme="minorHAnsi"/>
          <w:bCs/>
          <w:lang w:eastAsia="pl-PL"/>
        </w:rPr>
        <w:t>że</w:t>
      </w:r>
      <w:r w:rsidR="00F47ABB">
        <w:rPr>
          <w:rFonts w:cstheme="minorHAnsi"/>
          <w:lang w:eastAsia="pl-PL"/>
        </w:rPr>
        <w:t>:</w:t>
      </w:r>
    </w:p>
    <w:p w14:paraId="5C3E8FF0" w14:textId="7AE5AF3D" w:rsidR="007F10AE" w:rsidRPr="000B7299" w:rsidRDefault="000B7299" w:rsidP="000B7299">
      <w:pPr>
        <w:pStyle w:val="Akapitzlist"/>
        <w:numPr>
          <w:ilvl w:val="0"/>
          <w:numId w:val="32"/>
        </w:numPr>
        <w:spacing w:before="60" w:after="120"/>
        <w:jc w:val="both"/>
        <w:rPr>
          <w:rFonts w:cstheme="minorHAnsi"/>
          <w:szCs w:val="18"/>
          <w:lang w:eastAsia="pl-PL"/>
        </w:rPr>
      </w:pPr>
      <w:r w:rsidRPr="0040438F">
        <w:rPr>
          <w:rFonts w:cstheme="minorHAnsi"/>
          <w:szCs w:val="18"/>
          <w:lang w:eastAsia="pl-PL"/>
        </w:rPr>
        <w:t>w okresie ostatnich 5 lat przed upływem terminu składania ofert, a jeżeli okres prowadzenia działalności jest krótszy – w tym okresie, zrealizowali</w:t>
      </w:r>
      <w:r>
        <w:rPr>
          <w:rFonts w:cstheme="minorHAnsi"/>
          <w:szCs w:val="18"/>
          <w:lang w:eastAsia="pl-PL"/>
        </w:rPr>
        <w:t>śmy</w:t>
      </w:r>
      <w:r w:rsidRPr="0040438F">
        <w:rPr>
          <w:rFonts w:cstheme="minorHAnsi"/>
          <w:szCs w:val="18"/>
          <w:lang w:eastAsia="pl-PL"/>
        </w:rPr>
        <w:t xml:space="preserve"> minimum 3 roboty budowlane w branży elektroenergetycznej w zakresie </w:t>
      </w:r>
      <w:r>
        <w:rPr>
          <w:rFonts w:cstheme="minorHAnsi"/>
          <w:szCs w:val="18"/>
          <w:lang w:eastAsia="pl-PL"/>
        </w:rPr>
        <w:t xml:space="preserve">sieci </w:t>
      </w:r>
      <w:r w:rsidRPr="0040438F">
        <w:rPr>
          <w:rFonts w:cstheme="minorHAnsi"/>
          <w:szCs w:val="18"/>
          <w:lang w:eastAsia="pl-PL"/>
        </w:rPr>
        <w:t>SN.</w:t>
      </w:r>
      <w:r w:rsidRPr="0040438F">
        <w:rPr>
          <w:rFonts w:cstheme="minorHAnsi"/>
          <w:snapToGrid w:val="0"/>
          <w:szCs w:val="18"/>
          <w:lang w:eastAsia="pl-PL"/>
        </w:rPr>
        <w:t xml:space="preserve"> 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54"/>
        <w:gridCol w:w="1612"/>
        <w:gridCol w:w="2435"/>
        <w:gridCol w:w="1435"/>
        <w:gridCol w:w="1192"/>
        <w:gridCol w:w="1193"/>
        <w:gridCol w:w="1589"/>
      </w:tblGrid>
      <w:tr w:rsidR="000B7299" w:rsidRPr="00507295" w14:paraId="44ABA63B" w14:textId="77777777" w:rsidTr="00EB5F2D">
        <w:trPr>
          <w:cantSplit/>
          <w:trHeight w:val="737"/>
          <w:tblHeader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35112757" w14:textId="77777777" w:rsidR="000B7299" w:rsidRPr="00E456B7" w:rsidRDefault="000B7299" w:rsidP="00EB5F2D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E1F17BC" w14:textId="77777777" w:rsidR="000B7299" w:rsidRPr="00E456B7" w:rsidRDefault="000B7299" w:rsidP="00EB5F2D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39DE6D0D" w14:textId="77777777" w:rsidR="000B7299" w:rsidRPr="00E456B7" w:rsidRDefault="000B7299" w:rsidP="00EB5F2D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>Przedmiot zakupu</w:t>
            </w:r>
          </w:p>
          <w:p w14:paraId="250A58FA" w14:textId="77777777" w:rsidR="000B7299" w:rsidRPr="00E456B7" w:rsidRDefault="000B7299" w:rsidP="00EB5F2D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1236" w:type="pct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19042CB7" w14:textId="77777777" w:rsidR="000B7299" w:rsidRPr="00E456B7" w:rsidRDefault="000B7299" w:rsidP="00EB5F2D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50341D4E" w14:textId="77777777" w:rsidR="000B7299" w:rsidRPr="00E456B7" w:rsidRDefault="000B7299" w:rsidP="00EB5F2D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 xml:space="preserve">Zakres rzeczowy zrealizowanych robót budowlanych 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7A551558" w14:textId="77777777" w:rsidR="000B7299" w:rsidRDefault="000B7299" w:rsidP="00EB5F2D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2D20D345" w14:textId="77777777" w:rsidR="000B7299" w:rsidRPr="00E456B7" w:rsidRDefault="000B7299" w:rsidP="00EB5F2D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Wartość brutto zrealizowanych robót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F55D31C" w14:textId="77777777" w:rsidR="000B7299" w:rsidRPr="00E456B7" w:rsidRDefault="000B7299" w:rsidP="00EB5F2D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 xml:space="preserve">Termin  realizacji 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A90B93A" w14:textId="77777777" w:rsidR="000B7299" w:rsidRPr="00E456B7" w:rsidRDefault="000B7299" w:rsidP="00EB5F2D">
            <w:pPr>
              <w:jc w:val="center"/>
              <w:rPr>
                <w:rFonts w:cstheme="minorHAnsi"/>
                <w:b/>
                <w:sz w:val="14"/>
                <w:szCs w:val="14"/>
                <w:lang w:eastAsia="pl-PL"/>
              </w:rPr>
            </w:pPr>
            <w:r w:rsidRPr="00E456B7">
              <w:rPr>
                <w:rFonts w:cstheme="minorHAnsi"/>
                <w:b/>
                <w:sz w:val="14"/>
                <w:szCs w:val="14"/>
                <w:lang w:eastAsia="pl-PL"/>
              </w:rPr>
              <w:t>Nazwa Odbiorcy</w:t>
            </w:r>
          </w:p>
          <w:p w14:paraId="1D1EE108" w14:textId="77777777" w:rsidR="000B7299" w:rsidRPr="00E456B7" w:rsidRDefault="000B7299" w:rsidP="00EB5F2D">
            <w:pPr>
              <w:jc w:val="center"/>
              <w:rPr>
                <w:rFonts w:cstheme="minorHAnsi"/>
                <w:i/>
                <w:sz w:val="14"/>
                <w:szCs w:val="14"/>
                <w:lang w:eastAsia="pl-PL"/>
              </w:rPr>
            </w:pPr>
            <w:r w:rsidRPr="00E456B7">
              <w:rPr>
                <w:rFonts w:cstheme="minorHAnsi"/>
                <w:i/>
                <w:sz w:val="14"/>
                <w:szCs w:val="14"/>
                <w:lang w:eastAsia="pl-PL"/>
              </w:rPr>
              <w:t>(wraz z adresem i nr telefonu)</w:t>
            </w:r>
          </w:p>
        </w:tc>
      </w:tr>
      <w:tr w:rsidR="000B7299" w:rsidRPr="00507295" w14:paraId="54F16A23" w14:textId="77777777" w:rsidTr="00EB5F2D">
        <w:trPr>
          <w:cantSplit/>
          <w:trHeight w:val="504"/>
          <w:tblHeader/>
        </w:trPr>
        <w:tc>
          <w:tcPr>
            <w:tcW w:w="229" w:type="pct"/>
            <w:vMerge/>
            <w:tcBorders>
              <w:left w:val="single" w:sz="4" w:space="0" w:color="auto"/>
            </w:tcBorders>
            <w:vAlign w:val="center"/>
          </w:tcPr>
          <w:p w14:paraId="0814F35D" w14:textId="77777777" w:rsidR="000B7299" w:rsidRPr="00507295" w:rsidRDefault="000B7299" w:rsidP="00EB5F2D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821" w:type="pct"/>
            <w:vMerge/>
            <w:tcBorders>
              <w:top w:val="nil"/>
              <w:right w:val="single" w:sz="4" w:space="0" w:color="auto"/>
            </w:tcBorders>
            <w:vAlign w:val="center"/>
          </w:tcPr>
          <w:p w14:paraId="26C8E6AB" w14:textId="77777777" w:rsidR="000B7299" w:rsidRPr="00507295" w:rsidRDefault="000B7299" w:rsidP="00EB5F2D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236" w:type="pct"/>
            <w:vMerge/>
          </w:tcPr>
          <w:p w14:paraId="0445E439" w14:textId="77777777" w:rsidR="000B7299" w:rsidRPr="00507295" w:rsidRDefault="000B7299" w:rsidP="00EB5F2D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702" w:type="pct"/>
            <w:vMerge/>
            <w:shd w:val="clear" w:color="auto" w:fill="EFF5E0" w:themeFill="accent1" w:themeFillTint="33"/>
          </w:tcPr>
          <w:p w14:paraId="085117BB" w14:textId="77777777" w:rsidR="000B7299" w:rsidRPr="00507295" w:rsidRDefault="000B7299" w:rsidP="00EB5F2D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2A081D2D" w14:textId="77777777" w:rsidR="000B7299" w:rsidRPr="00507295" w:rsidRDefault="000B7299" w:rsidP="00EB5F2D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145422B0" w14:textId="77777777" w:rsidR="000B7299" w:rsidRPr="00507295" w:rsidRDefault="000B7299" w:rsidP="00EB5F2D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Rozpoczęcia</w:t>
            </w:r>
          </w:p>
        </w:tc>
        <w:tc>
          <w:tcPr>
            <w:tcW w:w="602" w:type="pct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7AC37D85" w14:textId="77777777" w:rsidR="000B7299" w:rsidRPr="00507295" w:rsidRDefault="000B7299" w:rsidP="00EB5F2D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38B35160" w14:textId="77777777" w:rsidR="000B7299" w:rsidRPr="00507295" w:rsidRDefault="000B7299" w:rsidP="00EB5F2D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zakończenia</w:t>
            </w:r>
          </w:p>
        </w:tc>
        <w:tc>
          <w:tcPr>
            <w:tcW w:w="8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A5AB" w14:textId="77777777" w:rsidR="000B7299" w:rsidRPr="00507295" w:rsidRDefault="000B7299" w:rsidP="00EB5F2D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0B7299" w:rsidRPr="00507295" w14:paraId="79A6B96E" w14:textId="77777777" w:rsidTr="00EB5F2D">
        <w:trPr>
          <w:trHeight w:val="843"/>
        </w:trPr>
        <w:tc>
          <w:tcPr>
            <w:tcW w:w="229" w:type="pct"/>
            <w:vAlign w:val="center"/>
          </w:tcPr>
          <w:p w14:paraId="4C819276" w14:textId="77777777" w:rsidR="000B7299" w:rsidRPr="00507295" w:rsidRDefault="000B7299" w:rsidP="00EB5F2D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821" w:type="pct"/>
            <w:tcBorders>
              <w:right w:val="single" w:sz="4" w:space="0" w:color="auto"/>
            </w:tcBorders>
            <w:vAlign w:val="center"/>
          </w:tcPr>
          <w:p w14:paraId="21DC993A" w14:textId="77777777" w:rsidR="000B7299" w:rsidRPr="00507295" w:rsidRDefault="000B7299" w:rsidP="00EB5F2D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36" w:type="pct"/>
            <w:tcBorders>
              <w:bottom w:val="single" w:sz="4" w:space="0" w:color="auto"/>
            </w:tcBorders>
            <w:vAlign w:val="center"/>
          </w:tcPr>
          <w:p w14:paraId="26EF102D" w14:textId="77777777" w:rsidR="000B7299" w:rsidRPr="00507295" w:rsidRDefault="000B7299" w:rsidP="00EB5F2D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2" w:type="pct"/>
            <w:tcBorders>
              <w:bottom w:val="single" w:sz="4" w:space="0" w:color="auto"/>
            </w:tcBorders>
          </w:tcPr>
          <w:p w14:paraId="3C4C5A7A" w14:textId="77777777" w:rsidR="000B7299" w:rsidRPr="00507295" w:rsidRDefault="000B7299" w:rsidP="00EB5F2D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bottom w:val="single" w:sz="4" w:space="0" w:color="auto"/>
            </w:tcBorders>
            <w:vAlign w:val="center"/>
          </w:tcPr>
          <w:p w14:paraId="5837C2C6" w14:textId="77777777" w:rsidR="000B7299" w:rsidRPr="00507295" w:rsidRDefault="000B7299" w:rsidP="00EB5F2D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81891" w14:textId="77777777" w:rsidR="000B7299" w:rsidRPr="00507295" w:rsidRDefault="000B7299" w:rsidP="00EB5F2D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6F6E" w14:textId="77777777" w:rsidR="000B7299" w:rsidRPr="00507295" w:rsidRDefault="000B7299" w:rsidP="00EB5F2D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B7299" w:rsidRPr="00507295" w14:paraId="7A92A97D" w14:textId="77777777" w:rsidTr="00EB5F2D">
        <w:trPr>
          <w:trHeight w:val="843"/>
        </w:trPr>
        <w:tc>
          <w:tcPr>
            <w:tcW w:w="229" w:type="pct"/>
            <w:vAlign w:val="center"/>
          </w:tcPr>
          <w:p w14:paraId="0C24B583" w14:textId="77777777" w:rsidR="000B7299" w:rsidRPr="00507295" w:rsidRDefault="000B7299" w:rsidP="00EB5F2D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821" w:type="pct"/>
            <w:tcBorders>
              <w:right w:val="single" w:sz="4" w:space="0" w:color="auto"/>
            </w:tcBorders>
            <w:vAlign w:val="center"/>
          </w:tcPr>
          <w:p w14:paraId="77542280" w14:textId="77777777" w:rsidR="000B7299" w:rsidRPr="00507295" w:rsidRDefault="000B7299" w:rsidP="00EB5F2D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36" w:type="pct"/>
            <w:vAlign w:val="center"/>
          </w:tcPr>
          <w:p w14:paraId="71BC8660" w14:textId="77777777" w:rsidR="000B7299" w:rsidRPr="00507295" w:rsidRDefault="000B7299" w:rsidP="00EB5F2D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2" w:type="pct"/>
          </w:tcPr>
          <w:p w14:paraId="687C1712" w14:textId="77777777" w:rsidR="000B7299" w:rsidRPr="00507295" w:rsidRDefault="000B7299" w:rsidP="00EB5F2D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bottom w:val="single" w:sz="4" w:space="0" w:color="auto"/>
            </w:tcBorders>
            <w:vAlign w:val="center"/>
          </w:tcPr>
          <w:p w14:paraId="7B8DF3AA" w14:textId="77777777" w:rsidR="000B7299" w:rsidRPr="00507295" w:rsidRDefault="000B7299" w:rsidP="00EB5F2D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9B0B4" w14:textId="77777777" w:rsidR="000B7299" w:rsidRPr="00507295" w:rsidRDefault="000B7299" w:rsidP="00EB5F2D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AB41" w14:textId="77777777" w:rsidR="000B7299" w:rsidRPr="00507295" w:rsidRDefault="000B7299" w:rsidP="00EB5F2D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B7299" w:rsidRPr="00507295" w14:paraId="502F28C9" w14:textId="77777777" w:rsidTr="00EB5F2D">
        <w:trPr>
          <w:trHeight w:val="843"/>
        </w:trPr>
        <w:tc>
          <w:tcPr>
            <w:tcW w:w="229" w:type="pct"/>
            <w:vAlign w:val="center"/>
          </w:tcPr>
          <w:p w14:paraId="677D082F" w14:textId="77777777" w:rsidR="000B7299" w:rsidRPr="00507295" w:rsidRDefault="000B7299" w:rsidP="00EB5F2D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821" w:type="pct"/>
            <w:tcBorders>
              <w:right w:val="single" w:sz="4" w:space="0" w:color="auto"/>
            </w:tcBorders>
            <w:vAlign w:val="center"/>
          </w:tcPr>
          <w:p w14:paraId="42AFE2F1" w14:textId="77777777" w:rsidR="000B7299" w:rsidRPr="00507295" w:rsidRDefault="000B7299" w:rsidP="00EB5F2D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36" w:type="pct"/>
            <w:vAlign w:val="center"/>
          </w:tcPr>
          <w:p w14:paraId="70A218A8" w14:textId="77777777" w:rsidR="000B7299" w:rsidRPr="00507295" w:rsidRDefault="000B7299" w:rsidP="00EB5F2D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2" w:type="pct"/>
          </w:tcPr>
          <w:p w14:paraId="1598CE75" w14:textId="77777777" w:rsidR="000B7299" w:rsidRPr="00507295" w:rsidRDefault="000B7299" w:rsidP="00EB5F2D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  <w:vAlign w:val="center"/>
          </w:tcPr>
          <w:p w14:paraId="223527DC" w14:textId="77777777" w:rsidR="000B7299" w:rsidRPr="00507295" w:rsidRDefault="000B7299" w:rsidP="00EB5F2D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0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46F617" w14:textId="77777777" w:rsidR="000B7299" w:rsidRPr="00507295" w:rsidRDefault="000B7299" w:rsidP="00EB5F2D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C205" w14:textId="77777777" w:rsidR="000B7299" w:rsidRPr="00507295" w:rsidRDefault="000B7299" w:rsidP="00EB5F2D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06188E58" w14:textId="77777777" w:rsidR="00507295" w:rsidRPr="00507295" w:rsidRDefault="00507295" w:rsidP="00507295">
      <w:pPr>
        <w:spacing w:before="120"/>
        <w:ind w:left="-284" w:right="-569"/>
        <w:outlineLvl w:val="0"/>
        <w:rPr>
          <w:rFonts w:cstheme="minorHAnsi"/>
          <w:i/>
          <w:sz w:val="16"/>
          <w:szCs w:val="16"/>
        </w:rPr>
      </w:pPr>
      <w:r w:rsidRPr="00507295">
        <w:rPr>
          <w:rFonts w:cstheme="minorHAnsi"/>
          <w:i/>
          <w:sz w:val="16"/>
          <w:szCs w:val="16"/>
        </w:rPr>
        <w:t>UWAGA: Należy dostosować ilość wierszy do ilości wykazywanych zamówień</w:t>
      </w:r>
    </w:p>
    <w:p w14:paraId="77198881" w14:textId="77777777" w:rsidR="00507295" w:rsidRPr="004B4556" w:rsidRDefault="00507295" w:rsidP="00507295">
      <w:pPr>
        <w:spacing w:before="120"/>
        <w:ind w:left="-284" w:right="-569"/>
        <w:outlineLvl w:val="0"/>
        <w:rPr>
          <w:rFonts w:cstheme="minorHAnsi"/>
          <w:i/>
          <w:sz w:val="20"/>
        </w:rPr>
      </w:pPr>
    </w:p>
    <w:p w14:paraId="2996A218" w14:textId="77777777" w:rsidR="00507295" w:rsidRPr="004B4556" w:rsidRDefault="00507295" w:rsidP="00507295">
      <w:pPr>
        <w:spacing w:before="120"/>
        <w:ind w:right="28"/>
        <w:outlineLvl w:val="0"/>
        <w:rPr>
          <w:rFonts w:cstheme="minorHAnsi"/>
          <w:i/>
          <w:sz w:val="20"/>
        </w:rPr>
      </w:pPr>
      <w:r w:rsidRPr="004B4556">
        <w:rPr>
          <w:rFonts w:cstheme="minorHAnsi"/>
          <w:sz w:val="20"/>
        </w:rPr>
        <w:t xml:space="preserve">Do niniejszego wykazu dołączamy dowody potwierdzające, że ww. </w:t>
      </w:r>
      <w:r>
        <w:rPr>
          <w:rFonts w:cstheme="minorHAnsi"/>
          <w:sz w:val="20"/>
        </w:rPr>
        <w:t>zamówienia</w:t>
      </w:r>
      <w:r w:rsidRPr="004B4556">
        <w:rPr>
          <w:rFonts w:cstheme="minorHAnsi"/>
          <w:sz w:val="20"/>
        </w:rPr>
        <w:t xml:space="preserve"> zostały wykonane lub są wykonywane należycie.</w:t>
      </w:r>
    </w:p>
    <w:p w14:paraId="05E59956" w14:textId="794FB2E2" w:rsidR="00507295" w:rsidRDefault="00507295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3AD676B" w14:textId="652F8286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BEDF9C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ABB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FF5D94F" w14:textId="77777777" w:rsidR="00F47ABB" w:rsidRPr="006E100D" w:rsidRDefault="00F47ABB" w:rsidP="00F47AB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FABAA7B" w:rsidR="00347E8D" w:rsidRPr="006B2C28" w:rsidRDefault="00F47ABB" w:rsidP="00F47AB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7F10AE">
            <w:rPr>
              <w:rFonts w:asciiTheme="majorHAnsi" w:hAnsiTheme="majorHAnsi"/>
              <w:color w:val="000000" w:themeColor="text1"/>
              <w:sz w:val="14"/>
              <w:szCs w:val="18"/>
            </w:rPr>
            <w:t>419</w:t>
          </w:r>
          <w:r w:rsidR="000B7299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026B8"/>
    <w:multiLevelType w:val="hybridMultilevel"/>
    <w:tmpl w:val="A31622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D7B692C"/>
    <w:multiLevelType w:val="hybridMultilevel"/>
    <w:tmpl w:val="2CFAD5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3A4359"/>
    <w:multiLevelType w:val="hybridMultilevel"/>
    <w:tmpl w:val="01DA7D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1307095"/>
    <w:multiLevelType w:val="hybridMultilevel"/>
    <w:tmpl w:val="834EB6E2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88490433">
    <w:abstractNumId w:val="18"/>
  </w:num>
  <w:num w:numId="2" w16cid:durableId="1585796682">
    <w:abstractNumId w:val="7"/>
  </w:num>
  <w:num w:numId="3" w16cid:durableId="484784533">
    <w:abstractNumId w:val="13"/>
  </w:num>
  <w:num w:numId="4" w16cid:durableId="2126458632">
    <w:abstractNumId w:val="22"/>
  </w:num>
  <w:num w:numId="5" w16cid:durableId="1417092311">
    <w:abstractNumId w:val="18"/>
  </w:num>
  <w:num w:numId="6" w16cid:durableId="1743676679">
    <w:abstractNumId w:val="18"/>
  </w:num>
  <w:num w:numId="7" w16cid:durableId="1489591131">
    <w:abstractNumId w:val="3"/>
  </w:num>
  <w:num w:numId="8" w16cid:durableId="1923416587">
    <w:abstractNumId w:val="30"/>
  </w:num>
  <w:num w:numId="9" w16cid:durableId="1519735966">
    <w:abstractNumId w:val="17"/>
  </w:num>
  <w:num w:numId="10" w16cid:durableId="1907177">
    <w:abstractNumId w:val="4"/>
  </w:num>
  <w:num w:numId="11" w16cid:durableId="938412048">
    <w:abstractNumId w:val="14"/>
  </w:num>
  <w:num w:numId="12" w16cid:durableId="2059935464">
    <w:abstractNumId w:val="12"/>
  </w:num>
  <w:num w:numId="13" w16cid:durableId="874730661">
    <w:abstractNumId w:val="29"/>
  </w:num>
  <w:num w:numId="14" w16cid:durableId="1431773560">
    <w:abstractNumId w:val="25"/>
  </w:num>
  <w:num w:numId="15" w16cid:durableId="1485974145">
    <w:abstractNumId w:val="16"/>
  </w:num>
  <w:num w:numId="16" w16cid:durableId="886718073">
    <w:abstractNumId w:val="10"/>
  </w:num>
  <w:num w:numId="17" w16cid:durableId="791753005">
    <w:abstractNumId w:val="5"/>
  </w:num>
  <w:num w:numId="18" w16cid:durableId="2350177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1600835">
    <w:abstractNumId w:val="0"/>
  </w:num>
  <w:num w:numId="20" w16cid:durableId="335815215">
    <w:abstractNumId w:val="31"/>
  </w:num>
  <w:num w:numId="21" w16cid:durableId="1096946728">
    <w:abstractNumId w:val="1"/>
  </w:num>
  <w:num w:numId="22" w16cid:durableId="1650285699">
    <w:abstractNumId w:val="15"/>
  </w:num>
  <w:num w:numId="23" w16cid:durableId="1972445166">
    <w:abstractNumId w:val="11"/>
  </w:num>
  <w:num w:numId="24" w16cid:durableId="230701856">
    <w:abstractNumId w:val="23"/>
  </w:num>
  <w:num w:numId="25" w16cid:durableId="861430136">
    <w:abstractNumId w:val="28"/>
  </w:num>
  <w:num w:numId="26" w16cid:durableId="1659067162">
    <w:abstractNumId w:val="2"/>
  </w:num>
  <w:num w:numId="27" w16cid:durableId="2116320903">
    <w:abstractNumId w:val="27"/>
  </w:num>
  <w:num w:numId="28" w16cid:durableId="1671979242">
    <w:abstractNumId w:val="26"/>
  </w:num>
  <w:num w:numId="29" w16cid:durableId="16498692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8566708">
    <w:abstractNumId w:val="20"/>
  </w:num>
  <w:num w:numId="31" w16cid:durableId="499931536">
    <w:abstractNumId w:val="8"/>
  </w:num>
  <w:num w:numId="32" w16cid:durableId="1948536428">
    <w:abstractNumId w:val="24"/>
  </w:num>
  <w:num w:numId="33" w16cid:durableId="1240556682">
    <w:abstractNumId w:val="21"/>
  </w:num>
  <w:num w:numId="34" w16cid:durableId="889222450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7299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5ED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11D9"/>
    <w:rsid w:val="002D4CAD"/>
    <w:rsid w:val="002F095A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028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7295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10AE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CF7F07"/>
    <w:rsid w:val="00D03C12"/>
    <w:rsid w:val="00D10930"/>
    <w:rsid w:val="00D1247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6B7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C6334"/>
    <w:rsid w:val="00ED2FD4"/>
    <w:rsid w:val="00EE5E2C"/>
    <w:rsid w:val="00F01E75"/>
    <w:rsid w:val="00F21DD8"/>
    <w:rsid w:val="00F25128"/>
    <w:rsid w:val="00F32BD1"/>
    <w:rsid w:val="00F377D2"/>
    <w:rsid w:val="00F4718C"/>
    <w:rsid w:val="00F47ABB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4190 - Załącznik nr 7 do SWZ - Wykaz robót.docx</dmsv2BaseFileName>
    <dmsv2BaseDisplayName xmlns="http://schemas.microsoft.com/sharepoint/v3">4190 - Załącznik nr 7 do SWZ - Wykaz robót</dmsv2BaseDisplayName>
    <dmsv2SWPP2ObjectNumber xmlns="http://schemas.microsoft.com/sharepoint/v3">POST/DYS/OB/GZ/04190/2025                         </dmsv2SWPP2ObjectNumber>
    <dmsv2SWPP2SumMD5 xmlns="http://schemas.microsoft.com/sharepoint/v3">621d477f11e9506a7124c974af176fd0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23856060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DPFVW34YURAE-834641568-5778</_dlc_DocId>
    <_dlc_DocIdUrl xmlns="a19cb1c7-c5c7-46d4-85ae-d83685407bba">
      <Url>https://swpp2.dms.gkpge.pl/sites/40/_layouts/15/DocIdRedir.aspx?ID=DPFVW34YURAE-834641568-5778</Url>
      <Description>DPFVW34YURAE-834641568-5778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B776D84-75DA-4361-878E-30FFAA454A8E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3B3F39-C648-4DDA-8112-5BD84859FE3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B19D6D9-EC89-4C7A-8A87-27A67260771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5</cp:revision>
  <cp:lastPrinted>2024-07-15T11:21:00Z</cp:lastPrinted>
  <dcterms:created xsi:type="dcterms:W3CDTF">2025-07-29T07:58:00Z</dcterms:created>
  <dcterms:modified xsi:type="dcterms:W3CDTF">2025-11-24T13:12:00Z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c4b09a4f-314c-449f-8183-e4929f24840e</vt:lpwstr>
  </property>
</Properties>
</file>